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AA3E4B" w:rsidP="00A4522C">
      <w:pPr>
        <w:pStyle w:val="Heading1"/>
      </w:pPr>
      <w:bookmarkStart w:id="0" w:name="_GoBack"/>
      <w:bookmarkEnd w:id="0"/>
      <w:r>
        <w:t>Steps for Improving Your Motivation</w:t>
      </w:r>
    </w:p>
    <w:p w:rsidR="005E0AAA" w:rsidRDefault="005E0AAA" w:rsidP="005E0AAA"/>
    <w:p w:rsidR="005E0AAA" w:rsidRDefault="00AA3E4B" w:rsidP="005E0AAA">
      <w:r>
        <w:t xml:space="preserve">Remarkably successful people, like Bill Gates, Maya Angelou, and Sir Edmund Hillary, may seem like superhumans, but they are no different than the rest of us. The only difference is that they were able to maintain </w:t>
      </w:r>
      <w:r>
        <w:t>their motivation until they achieved all of their goals. Everyone has goals that they want to achieve, but it is too easy to lose the motivation to accomplish them. If you're going to improve your motivation, then you need to follow these simple steps.</w:t>
      </w:r>
    </w:p>
    <w:p w:rsidR="00E65BC1" w:rsidRDefault="00E65BC1" w:rsidP="005E0AAA"/>
    <w:p w:rsidR="004A146A" w:rsidRDefault="00AA3E4B" w:rsidP="005E0AAA">
      <w:pPr>
        <w:rPr>
          <w:b/>
        </w:rPr>
      </w:pPr>
      <w:r>
        <w:rPr>
          <w:b/>
        </w:rPr>
        <w:t>St</w:t>
      </w:r>
      <w:r>
        <w:rPr>
          <w:b/>
        </w:rPr>
        <w:t>art Simple</w:t>
      </w:r>
    </w:p>
    <w:p w:rsidR="0033555C" w:rsidRDefault="00AA3E4B" w:rsidP="005E0AAA">
      <w:r>
        <w:t xml:space="preserve">If you want to improve your motivation, you’ll want to start small. Start by keeping motivators around your work area. These can be things that give you the initial spark and inspiration to get moving. These motivators will be the triggers that </w:t>
      </w:r>
      <w:r>
        <w:t xml:space="preserve">will help to remind you to get going. </w:t>
      </w:r>
    </w:p>
    <w:p w:rsidR="00AB246C" w:rsidRDefault="00AB246C" w:rsidP="005E0AAA"/>
    <w:p w:rsidR="00AB246C" w:rsidRDefault="00AA3E4B" w:rsidP="005E0AAA">
      <w:pPr>
        <w:rPr>
          <w:b/>
        </w:rPr>
      </w:pPr>
      <w:r>
        <w:rPr>
          <w:b/>
        </w:rPr>
        <w:t>Keep Good Company</w:t>
      </w:r>
    </w:p>
    <w:p w:rsidR="00F579EE" w:rsidRDefault="00AA3E4B" w:rsidP="005E0AAA">
      <w:r>
        <w:t>Try to make more encounters with positive and motivated individuals. This could be as simple as chatting with peers online or having a quick discussion with a friend who likes sharing ideas. Positiv</w:t>
      </w:r>
      <w:r>
        <w:t>e people want to help you grow and help you to see opportunities during difficult times.</w:t>
      </w:r>
    </w:p>
    <w:p w:rsidR="000555CC" w:rsidRDefault="000555CC" w:rsidP="005E0AAA"/>
    <w:p w:rsidR="000555CC" w:rsidRDefault="00AA3E4B" w:rsidP="005E0AAA">
      <w:pPr>
        <w:rPr>
          <w:b/>
        </w:rPr>
      </w:pPr>
      <w:r>
        <w:rPr>
          <w:b/>
        </w:rPr>
        <w:t>Keep Learning</w:t>
      </w:r>
    </w:p>
    <w:p w:rsidR="000A60A7" w:rsidRDefault="00AA3E4B" w:rsidP="005E0AAA">
      <w:r>
        <w:t>To improve your motivation, you need to read and try to take in everything you can. The more you can learn, the more confident you will become in starti</w:t>
      </w:r>
      <w:r>
        <w:t xml:space="preserve">ng projects. The more confident you are, the more motivation you’ll have to see your goals through. </w:t>
      </w:r>
    </w:p>
    <w:p w:rsidR="000A60A7" w:rsidRDefault="000A60A7" w:rsidP="005E0AAA"/>
    <w:p w:rsidR="000A60A7" w:rsidRDefault="00AA3E4B" w:rsidP="005E0AAA">
      <w:pPr>
        <w:rPr>
          <w:b/>
        </w:rPr>
      </w:pPr>
      <w:r>
        <w:rPr>
          <w:b/>
        </w:rPr>
        <w:t>See the Good in the Bad</w:t>
      </w:r>
    </w:p>
    <w:p w:rsidR="00493314" w:rsidRDefault="00AA3E4B" w:rsidP="005E0AAA">
      <w:r>
        <w:t xml:space="preserve">When you encounter obstacles when pursuing your goals, you need to be in the habit of finding what works to get over them. </w:t>
      </w:r>
      <w:r w:rsidR="006F10CF">
        <w:t xml:space="preserve">You need to learn that </w:t>
      </w:r>
      <w:r>
        <w:t xml:space="preserve">everything happens for a reason and try to see the silver lining in everything. </w:t>
      </w:r>
    </w:p>
    <w:p w:rsidR="00493314" w:rsidRDefault="00493314" w:rsidP="005E0AAA"/>
    <w:p w:rsidR="00A75D8B" w:rsidRDefault="00AA3E4B" w:rsidP="005E0AAA">
      <w:pPr>
        <w:rPr>
          <w:b/>
        </w:rPr>
      </w:pPr>
      <w:r>
        <w:rPr>
          <w:b/>
        </w:rPr>
        <w:t>Track Your Progress</w:t>
      </w:r>
    </w:p>
    <w:p w:rsidR="000C3263" w:rsidRDefault="00AA3E4B" w:rsidP="005E0AAA">
      <w:r>
        <w:t>To ensure that you stay on track and maintain your motivation as you work toward accomplishing your goals, you need to keep a progress bar</w:t>
      </w:r>
      <w:r>
        <w:t xml:space="preserve"> for all your ongoing projects. It is human nature to want to nurture things that are growing. </w:t>
      </w:r>
    </w:p>
    <w:p w:rsidR="000C3263" w:rsidRDefault="00AA3E4B" w:rsidP="005E0AAA">
      <w:pPr>
        <w:rPr>
          <w:b/>
        </w:rPr>
      </w:pPr>
      <w:r>
        <w:rPr>
          <w:b/>
        </w:rPr>
        <w:lastRenderedPageBreak/>
        <w:t>Help Others</w:t>
      </w:r>
    </w:p>
    <w:p w:rsidR="00B905A0" w:rsidRDefault="00AA3E4B" w:rsidP="005E0AAA">
      <w:r>
        <w:t>Share your ideas with others and do what you can to help your friends get motivated. Seeing others accomplishing their goals will motivate you to do</w:t>
      </w:r>
      <w:r>
        <w:t xml:space="preserve"> the same. Write about your successes and get feedback from those around you. When you can help others, you are actually helping yourself. </w:t>
      </w:r>
    </w:p>
    <w:p w:rsidR="00B905A0" w:rsidRDefault="00B905A0" w:rsidP="005E0AAA"/>
    <w:p w:rsidR="000A60A7" w:rsidRPr="000A60A7" w:rsidRDefault="00AA3E4B" w:rsidP="005E0AAA">
      <w:r>
        <w:t>Keeping these tips for improving your motivation in mind will help you to gradually develop the skills that will, i</w:t>
      </w:r>
      <w:r>
        <w:t xml:space="preserve">n turn, become motivational habits. When you can get your momentum going, you will find that you will have increased motivation to work toward your goals. </w:t>
      </w:r>
      <w:r w:rsidR="006F10CF">
        <w:t xml:space="preserve"> </w:t>
      </w:r>
    </w:p>
    <w:sectPr w:rsidR="000A60A7" w:rsidRPr="000A60A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22C"/>
    <w:rsid w:val="000555CC"/>
    <w:rsid w:val="000A60A7"/>
    <w:rsid w:val="000C3263"/>
    <w:rsid w:val="0033555C"/>
    <w:rsid w:val="00493314"/>
    <w:rsid w:val="004A146A"/>
    <w:rsid w:val="005E0AAA"/>
    <w:rsid w:val="0064063D"/>
    <w:rsid w:val="00660AAD"/>
    <w:rsid w:val="0067129D"/>
    <w:rsid w:val="006F10CF"/>
    <w:rsid w:val="00897616"/>
    <w:rsid w:val="00A4522C"/>
    <w:rsid w:val="00A75D8B"/>
    <w:rsid w:val="00AA3E4B"/>
    <w:rsid w:val="00AB246C"/>
    <w:rsid w:val="00B905A0"/>
    <w:rsid w:val="00E65BC1"/>
    <w:rsid w:val="00ED7616"/>
    <w:rsid w:val="00F57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CE500CC2-5324-F64A-956F-69110005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424</Words>
  <Characters>2018</Characters>
  <Application>Microsoft Office Word</Application>
  <DocSecurity>0</DocSecurity>
  <Lines>49</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2018-11-25T16:10:00Z</dcterms:created>
  <dcterms:modified xsi:type="dcterms:W3CDTF">2018-11-25T16:10:00Z</dcterms:modified>
  <cp:category/>
</cp:coreProperties>
</file>